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E514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11E7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F425A8" w14:textId="245BF83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52F98" w:rsidRPr="00D52F98">
        <w:rPr>
          <w:rFonts w:ascii="Corbel" w:hAnsi="Corbel"/>
          <w:b/>
          <w:smallCaps/>
          <w:sz w:val="24"/>
          <w:szCs w:val="24"/>
        </w:rPr>
        <w:t>202</w:t>
      </w:r>
      <w:r w:rsidR="006913B5">
        <w:rPr>
          <w:rFonts w:ascii="Corbel" w:hAnsi="Corbel"/>
          <w:b/>
          <w:smallCaps/>
          <w:sz w:val="24"/>
          <w:szCs w:val="24"/>
        </w:rPr>
        <w:t>3</w:t>
      </w:r>
      <w:r w:rsidR="00D52F98" w:rsidRPr="00D52F98">
        <w:rPr>
          <w:rFonts w:ascii="Corbel" w:hAnsi="Corbel"/>
          <w:b/>
          <w:smallCaps/>
          <w:sz w:val="24"/>
          <w:szCs w:val="24"/>
        </w:rPr>
        <w:t>-202</w:t>
      </w:r>
      <w:r w:rsidR="006913B5">
        <w:rPr>
          <w:rFonts w:ascii="Corbel" w:hAnsi="Corbel"/>
          <w:b/>
          <w:smallCaps/>
          <w:sz w:val="24"/>
          <w:szCs w:val="24"/>
        </w:rPr>
        <w:t>5</w:t>
      </w:r>
    </w:p>
    <w:p w14:paraId="5455A2BA" w14:textId="12DFBF90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45C7A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450ADC8" w14:textId="247BC80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322E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D52F98" w:rsidRPr="00D52F98">
        <w:rPr>
          <w:rFonts w:ascii="Corbel" w:hAnsi="Corbel"/>
          <w:sz w:val="20"/>
          <w:szCs w:val="20"/>
        </w:rPr>
        <w:t>202</w:t>
      </w:r>
      <w:r w:rsidR="006913B5">
        <w:rPr>
          <w:rFonts w:ascii="Corbel" w:hAnsi="Corbel"/>
          <w:sz w:val="20"/>
          <w:szCs w:val="20"/>
        </w:rPr>
        <w:t>4</w:t>
      </w:r>
      <w:r w:rsidR="00D52F98" w:rsidRPr="00D52F98">
        <w:rPr>
          <w:rFonts w:ascii="Corbel" w:hAnsi="Corbel"/>
          <w:sz w:val="20"/>
          <w:szCs w:val="20"/>
        </w:rPr>
        <w:t>/202</w:t>
      </w:r>
      <w:r w:rsidR="006913B5">
        <w:rPr>
          <w:rFonts w:ascii="Corbel" w:hAnsi="Corbel"/>
          <w:sz w:val="20"/>
          <w:szCs w:val="20"/>
        </w:rPr>
        <w:t>5</w:t>
      </w:r>
    </w:p>
    <w:p w14:paraId="5627C74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1568F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5C828B0" w14:textId="77777777" w:rsidTr="00B819C8">
        <w:tc>
          <w:tcPr>
            <w:tcW w:w="2694" w:type="dxa"/>
            <w:vAlign w:val="center"/>
          </w:tcPr>
          <w:p w14:paraId="03692B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C0DC16" w14:textId="77777777" w:rsidR="0085747A" w:rsidRPr="00D45C7A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45C7A">
              <w:rPr>
                <w:rFonts w:ascii="Corbel" w:hAnsi="Corbel"/>
                <w:sz w:val="24"/>
                <w:szCs w:val="24"/>
              </w:rPr>
              <w:t>Prawa człowieka i etyka w administracji publicznej</w:t>
            </w:r>
          </w:p>
        </w:tc>
      </w:tr>
      <w:tr w:rsidR="0085747A" w:rsidRPr="009C54AE" w14:paraId="7D7E8A9A" w14:textId="77777777" w:rsidTr="00B819C8">
        <w:tc>
          <w:tcPr>
            <w:tcW w:w="2694" w:type="dxa"/>
            <w:vAlign w:val="center"/>
          </w:tcPr>
          <w:p w14:paraId="0ACDA2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E3F6C5" w14:textId="77777777" w:rsidR="0085747A" w:rsidRPr="009C54A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 41</w:t>
            </w:r>
          </w:p>
        </w:tc>
      </w:tr>
      <w:tr w:rsidR="0085747A" w:rsidRPr="009C54AE" w14:paraId="0E3BC53C" w14:textId="77777777" w:rsidTr="00B819C8">
        <w:tc>
          <w:tcPr>
            <w:tcW w:w="2694" w:type="dxa"/>
            <w:vAlign w:val="center"/>
          </w:tcPr>
          <w:p w14:paraId="7A98282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4899A9" w14:textId="77777777" w:rsidR="0085747A" w:rsidRPr="009C54A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776EE2" w14:textId="77777777" w:rsidTr="00B819C8">
        <w:tc>
          <w:tcPr>
            <w:tcW w:w="2694" w:type="dxa"/>
            <w:vAlign w:val="center"/>
          </w:tcPr>
          <w:p w14:paraId="260A44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2EAE59B" w14:textId="21B792CC" w:rsidR="0085747A" w:rsidRPr="009C54AE" w:rsidRDefault="008E2C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2C6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11E3C649" w14:textId="77777777" w:rsidTr="00B819C8">
        <w:tc>
          <w:tcPr>
            <w:tcW w:w="2694" w:type="dxa"/>
            <w:vAlign w:val="center"/>
          </w:tcPr>
          <w:p w14:paraId="58E5AC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154ACE" w14:textId="77777777" w:rsidR="0085747A" w:rsidRPr="009C54A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14:paraId="06D228E2" w14:textId="77777777" w:rsidTr="00B819C8">
        <w:tc>
          <w:tcPr>
            <w:tcW w:w="2694" w:type="dxa"/>
            <w:vAlign w:val="center"/>
          </w:tcPr>
          <w:p w14:paraId="6A3AA55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E553F1" w14:textId="77777777" w:rsidR="0085747A" w:rsidRPr="009C54A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2A2DCFF1" w14:textId="77777777" w:rsidTr="00B819C8">
        <w:tc>
          <w:tcPr>
            <w:tcW w:w="2694" w:type="dxa"/>
            <w:vAlign w:val="center"/>
          </w:tcPr>
          <w:p w14:paraId="477721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5C2615" w14:textId="77777777" w:rsidR="0085747A" w:rsidRPr="009C54A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585655A2" w14:textId="77777777" w:rsidTr="00B819C8">
        <w:tc>
          <w:tcPr>
            <w:tcW w:w="2694" w:type="dxa"/>
            <w:vAlign w:val="center"/>
          </w:tcPr>
          <w:p w14:paraId="3A8F22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0181E7D" w14:textId="77777777" w:rsidR="0085747A" w:rsidRPr="009C54AE" w:rsidRDefault="003840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C064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E425E10" w14:textId="77777777" w:rsidTr="00B819C8">
        <w:tc>
          <w:tcPr>
            <w:tcW w:w="2694" w:type="dxa"/>
            <w:vAlign w:val="center"/>
          </w:tcPr>
          <w:p w14:paraId="032018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65ED04" w14:textId="77777777" w:rsidR="0085747A" w:rsidRPr="009C54A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Drugi/czwarty</w:t>
            </w:r>
          </w:p>
        </w:tc>
      </w:tr>
      <w:tr w:rsidR="0085747A" w:rsidRPr="009C54AE" w14:paraId="73CC8395" w14:textId="77777777" w:rsidTr="00B819C8">
        <w:tc>
          <w:tcPr>
            <w:tcW w:w="2694" w:type="dxa"/>
            <w:vAlign w:val="center"/>
          </w:tcPr>
          <w:p w14:paraId="131F71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5A1B0D" w14:textId="77777777" w:rsidR="0085747A" w:rsidRPr="009C54AE" w:rsidRDefault="00F850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</w:t>
            </w:r>
            <w:r w:rsidR="003840D6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4B064445" w14:textId="77777777" w:rsidTr="00B819C8">
        <w:tc>
          <w:tcPr>
            <w:tcW w:w="2694" w:type="dxa"/>
            <w:vAlign w:val="center"/>
          </w:tcPr>
          <w:p w14:paraId="07E0DE5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BFA413" w14:textId="77777777" w:rsidR="00923D7D" w:rsidRPr="009C54A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E54B69E" w14:textId="77777777" w:rsidTr="00B819C8">
        <w:tc>
          <w:tcPr>
            <w:tcW w:w="2694" w:type="dxa"/>
            <w:vAlign w:val="center"/>
          </w:tcPr>
          <w:p w14:paraId="4A75D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AAB7AA" w14:textId="3E4E2A31" w:rsidR="0085747A" w:rsidRPr="009C54A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Koziełło</w:t>
            </w:r>
            <w:proofErr w:type="spellEnd"/>
            <w:r w:rsidR="006913B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63F94B71" w14:textId="77777777" w:rsidTr="00B819C8">
        <w:tc>
          <w:tcPr>
            <w:tcW w:w="2694" w:type="dxa"/>
            <w:vAlign w:val="center"/>
          </w:tcPr>
          <w:p w14:paraId="12EEBE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145B23" w14:textId="07314E7A" w:rsidR="0085747A" w:rsidRPr="009C54AE" w:rsidRDefault="006913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A6EAB">
              <w:rPr>
                <w:rFonts w:ascii="Corbel" w:hAnsi="Corbel"/>
                <w:b w:val="0"/>
                <w:sz w:val="24"/>
                <w:szCs w:val="24"/>
              </w:rPr>
              <w:t>Karol Piękoś</w:t>
            </w:r>
          </w:p>
        </w:tc>
      </w:tr>
    </w:tbl>
    <w:p w14:paraId="6DD0267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52D66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3F9158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6DEECB" w14:textId="77777777" w:rsidTr="009A6D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8E2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749F56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DB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B7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028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8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46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3E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D9B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028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8B1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21D7EC" w14:textId="77777777" w:rsidTr="009A6D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AF98" w14:textId="77777777" w:rsidR="00015B8F" w:rsidRPr="009C54A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4FDC" w14:textId="77777777" w:rsidR="00015B8F" w:rsidRPr="009C54A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654A" w14:textId="77777777" w:rsidR="00015B8F" w:rsidRPr="009C54A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B4D4" w14:textId="3D8F5B47" w:rsidR="00015B8F" w:rsidRPr="009C54AE" w:rsidRDefault="003840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C45C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06E6" w14:textId="77777777" w:rsidR="00015B8F" w:rsidRPr="009C54A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4963E" w14:textId="77777777" w:rsidR="00015B8F" w:rsidRPr="009C54A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CFEC" w14:textId="77777777" w:rsidR="00015B8F" w:rsidRPr="009C54A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4CE6" w14:textId="77777777" w:rsidR="00015B8F" w:rsidRPr="009C54A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0E49" w14:textId="77777777" w:rsidR="00015B8F" w:rsidRPr="009C54A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F4BC" w14:textId="77777777" w:rsidR="00015B8F" w:rsidRPr="009C54A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B65238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10744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D46C62F" w14:textId="77777777" w:rsidR="00D45C7A" w:rsidRDefault="00D45C7A" w:rsidP="00F83B28">
      <w:pPr>
        <w:pStyle w:val="Punktygwne"/>
        <w:spacing w:before="0" w:after="0"/>
        <w:ind w:left="709"/>
        <w:rPr>
          <w:rFonts w:ascii="Cambria Math" w:hAnsi="Cambria Math" w:cs="Cambria Math"/>
          <w:b w:val="0"/>
          <w:smallCaps w:val="0"/>
          <w:szCs w:val="24"/>
        </w:rPr>
      </w:pPr>
    </w:p>
    <w:p w14:paraId="2C4A25F5" w14:textId="5DC081F7" w:rsidR="0085747A" w:rsidRPr="009C54AE" w:rsidRDefault="0080177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177C">
        <w:rPr>
          <w:rFonts w:ascii="Cambria Math" w:hAnsi="Cambria Math" w:cs="Cambria Math"/>
          <w:b w:val="0"/>
          <w:smallCaps w:val="0"/>
          <w:szCs w:val="24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39EF12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39589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DB39D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5FCCDC7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33D59E" w14:textId="5F2DD0A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BAAF08E" w14:textId="77777777" w:rsidR="00D45C7A" w:rsidRPr="009C54AE" w:rsidRDefault="00D45C7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91862B" w14:textId="77777777" w:rsidTr="00745302">
        <w:tc>
          <w:tcPr>
            <w:tcW w:w="9670" w:type="dxa"/>
          </w:tcPr>
          <w:p w14:paraId="56270902" w14:textId="67DB7FE1" w:rsidR="0085747A" w:rsidRPr="009C54AE" w:rsidRDefault="0080177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7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regulacji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determinujących </w:t>
            </w:r>
            <w:r w:rsidRPr="008017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przestrzeganie praw człowieka oraz elementarna wiedza na temat struktury administracji publicznej.</w:t>
            </w:r>
          </w:p>
        </w:tc>
      </w:tr>
    </w:tbl>
    <w:p w14:paraId="13D4DD7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3FE5E8" w14:textId="6AC5C429" w:rsidR="0085747A" w:rsidRPr="00C05F44" w:rsidRDefault="00D45C7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663D56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FF1F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C57CE2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E53F3" w:rsidRPr="004D6536" w14:paraId="11E83FF7" w14:textId="77777777" w:rsidTr="00794FCB">
        <w:tc>
          <w:tcPr>
            <w:tcW w:w="851" w:type="dxa"/>
            <w:vAlign w:val="center"/>
          </w:tcPr>
          <w:p w14:paraId="28873D46" w14:textId="77777777" w:rsidR="006E53F3" w:rsidRPr="004D6536" w:rsidRDefault="006E53F3" w:rsidP="00794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5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466046" w14:textId="77777777" w:rsidR="006E53F3" w:rsidRPr="004D6536" w:rsidRDefault="006E53F3" w:rsidP="00794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536">
              <w:rPr>
                <w:rFonts w:ascii="Corbel" w:hAnsi="Corbel"/>
                <w:b w:val="0"/>
                <w:sz w:val="24"/>
                <w:szCs w:val="24"/>
              </w:rPr>
              <w:t>Zapoznanie studentów z regulacjami dotyczącymi praw człowieka i ich szczególną rolą w funkcjonowaniu administracji publicznej</w:t>
            </w:r>
          </w:p>
        </w:tc>
      </w:tr>
      <w:tr w:rsidR="006E53F3" w:rsidRPr="004D6536" w14:paraId="63578F78" w14:textId="77777777" w:rsidTr="00794FCB">
        <w:tc>
          <w:tcPr>
            <w:tcW w:w="851" w:type="dxa"/>
            <w:vAlign w:val="center"/>
          </w:tcPr>
          <w:p w14:paraId="15EA94BD" w14:textId="77777777" w:rsidR="006E53F3" w:rsidRPr="004D6536" w:rsidRDefault="006E53F3" w:rsidP="00794F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D65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358DE5D" w14:textId="77777777" w:rsidR="006E53F3" w:rsidRPr="004D6536" w:rsidRDefault="006E53F3" w:rsidP="00794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536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dotyczącymi etyki, moralności i filozofii</w:t>
            </w:r>
          </w:p>
        </w:tc>
      </w:tr>
      <w:tr w:rsidR="006E53F3" w:rsidRPr="004D6536" w14:paraId="10A88FE7" w14:textId="77777777" w:rsidTr="00794FCB">
        <w:tc>
          <w:tcPr>
            <w:tcW w:w="851" w:type="dxa"/>
            <w:vAlign w:val="center"/>
          </w:tcPr>
          <w:p w14:paraId="3127C7D6" w14:textId="77777777" w:rsidR="006E53F3" w:rsidRPr="004D6536" w:rsidRDefault="006E53F3" w:rsidP="00794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5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E2A1D07" w14:textId="77777777" w:rsidR="006E53F3" w:rsidRPr="004D6536" w:rsidRDefault="006E53F3" w:rsidP="00794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536">
              <w:rPr>
                <w:rFonts w:ascii="Corbel" w:hAnsi="Corbel"/>
                <w:b w:val="0"/>
                <w:sz w:val="24"/>
                <w:szCs w:val="24"/>
              </w:rPr>
              <w:t>Zapoznanie studentów z regulacjami dotyczącymi etyki urzędniczej z szczególnym uwzględnieniem ustaw</w:t>
            </w:r>
          </w:p>
        </w:tc>
      </w:tr>
      <w:tr w:rsidR="006E53F3" w:rsidRPr="004D6536" w14:paraId="3DA1F084" w14:textId="77777777" w:rsidTr="00794FCB">
        <w:tc>
          <w:tcPr>
            <w:tcW w:w="851" w:type="dxa"/>
            <w:vAlign w:val="center"/>
          </w:tcPr>
          <w:p w14:paraId="2DA55C26" w14:textId="77777777" w:rsidR="006E53F3" w:rsidRPr="004D6536" w:rsidRDefault="006E53F3" w:rsidP="00794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53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BCCDF5E" w14:textId="77777777" w:rsidR="006E53F3" w:rsidRPr="004D6536" w:rsidRDefault="006E53F3" w:rsidP="00794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536">
              <w:rPr>
                <w:rFonts w:ascii="Corbel" w:hAnsi="Corbel"/>
                <w:b w:val="0"/>
                <w:sz w:val="24"/>
                <w:szCs w:val="24"/>
              </w:rPr>
              <w:t>Zapoznanie studentów z zagrożeniami, które naruszają etykę oraz prawa człowieka w administracji publicznej</w:t>
            </w:r>
          </w:p>
        </w:tc>
      </w:tr>
    </w:tbl>
    <w:p w14:paraId="2FBEA9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66337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BD0A3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2944C44" w14:textId="77777777" w:rsidTr="0071620A">
        <w:tc>
          <w:tcPr>
            <w:tcW w:w="1701" w:type="dxa"/>
            <w:vAlign w:val="center"/>
          </w:tcPr>
          <w:p w14:paraId="7E1ABF4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329CEF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F63D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5C6E" w:rsidRPr="009C54AE" w14:paraId="3E564378" w14:textId="77777777" w:rsidTr="005E6E85">
        <w:tc>
          <w:tcPr>
            <w:tcW w:w="1701" w:type="dxa"/>
          </w:tcPr>
          <w:p w14:paraId="6E3EC3C3" w14:textId="77777777"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8E901BA" w14:textId="77777777"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istotę przestrzegania praw człowieka w administracji publicznej.</w:t>
            </w:r>
          </w:p>
        </w:tc>
        <w:tc>
          <w:tcPr>
            <w:tcW w:w="1873" w:type="dxa"/>
          </w:tcPr>
          <w:p w14:paraId="1DF4405F" w14:textId="77777777"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C64FE1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</w:tc>
      </w:tr>
      <w:tr w:rsidR="00985C6E" w:rsidRPr="009C54AE" w14:paraId="237B0331" w14:textId="77777777" w:rsidTr="005E6E85">
        <w:tc>
          <w:tcPr>
            <w:tcW w:w="1701" w:type="dxa"/>
          </w:tcPr>
          <w:p w14:paraId="0E672CF6" w14:textId="77777777"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7348F18" w14:textId="77777777"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Odróżnia etykę od filozofii i moralności.</w:t>
            </w:r>
          </w:p>
        </w:tc>
        <w:tc>
          <w:tcPr>
            <w:tcW w:w="1873" w:type="dxa"/>
          </w:tcPr>
          <w:p w14:paraId="26624843" w14:textId="77777777"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C64FE1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</w:tc>
      </w:tr>
      <w:tr w:rsidR="00985C6E" w:rsidRPr="009C54AE" w14:paraId="6B0ACDF9" w14:textId="77777777" w:rsidTr="005E6E85">
        <w:tc>
          <w:tcPr>
            <w:tcW w:w="1701" w:type="dxa"/>
          </w:tcPr>
          <w:p w14:paraId="413621E7" w14:textId="77777777"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4BF701C" w14:textId="77777777"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wyzwania stojące przed administracją publiczną i jest świadom jej znaczenia dla poszanowania praw człowieka.</w:t>
            </w:r>
          </w:p>
        </w:tc>
        <w:tc>
          <w:tcPr>
            <w:tcW w:w="1873" w:type="dxa"/>
          </w:tcPr>
          <w:p w14:paraId="4F3CD02A" w14:textId="77777777"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985C6E" w:rsidRPr="009C54AE" w14:paraId="2E795E7F" w14:textId="77777777" w:rsidTr="005E6E85">
        <w:tc>
          <w:tcPr>
            <w:tcW w:w="1701" w:type="dxa"/>
          </w:tcPr>
          <w:p w14:paraId="188CA6D2" w14:textId="77777777"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6E8865A" w14:textId="77777777" w:rsidR="00985C6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Wyróżnia podstawowe zasady dotyczące etyki urzędniczej, które wywodzą się z ustaw oraz zasad nienormatywnych.</w:t>
            </w:r>
          </w:p>
        </w:tc>
        <w:tc>
          <w:tcPr>
            <w:tcW w:w="1873" w:type="dxa"/>
          </w:tcPr>
          <w:p w14:paraId="01771027" w14:textId="77777777" w:rsidR="00985C6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C64FE1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  <w:p w14:paraId="4FB35965" w14:textId="77777777"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85C6E" w:rsidRPr="009C54AE" w14:paraId="5DCB9F34" w14:textId="77777777" w:rsidTr="005E6E85">
        <w:tc>
          <w:tcPr>
            <w:tcW w:w="1701" w:type="dxa"/>
          </w:tcPr>
          <w:p w14:paraId="012AF52C" w14:textId="77777777" w:rsidR="00985C6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80C53F3" w14:textId="77777777" w:rsidR="00985C6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i rozróżnia podstawowe zagrożenia, które naruszają przestrzeganie etyki i praw człowieka w administracji publicznej.</w:t>
            </w:r>
          </w:p>
        </w:tc>
        <w:tc>
          <w:tcPr>
            <w:tcW w:w="1873" w:type="dxa"/>
          </w:tcPr>
          <w:p w14:paraId="3BFD8F9C" w14:textId="77777777" w:rsidR="00985C6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C64FE1"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  <w:p w14:paraId="097B1C0E" w14:textId="77777777" w:rsidR="00985C6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C64FE1">
              <w:rPr>
                <w:rFonts w:ascii="Corbel" w:hAnsi="Corbel"/>
                <w:b w:val="0"/>
                <w:smallCaps w:val="0"/>
                <w:szCs w:val="24"/>
              </w:rPr>
              <w:t>K04</w:t>
            </w:r>
          </w:p>
          <w:p w14:paraId="52F00A65" w14:textId="77777777"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7A777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B026A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F107820" w14:textId="77777777" w:rsidR="006E53F3" w:rsidRPr="009C54AE" w:rsidRDefault="006E53F3" w:rsidP="006E53F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101060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E6C4EA" w14:textId="77777777" w:rsidTr="00923D7D">
        <w:tc>
          <w:tcPr>
            <w:tcW w:w="9639" w:type="dxa"/>
          </w:tcPr>
          <w:p w14:paraId="0F51F31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5C6E" w:rsidRPr="009C54AE" w14:paraId="29684C23" w14:textId="77777777" w:rsidTr="00923D7D">
        <w:tc>
          <w:tcPr>
            <w:tcW w:w="9639" w:type="dxa"/>
          </w:tcPr>
          <w:p w14:paraId="111D3AE0" w14:textId="77777777" w:rsidR="00985C6E" w:rsidRPr="009C54AE" w:rsidRDefault="00985C6E" w:rsidP="00985C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Prawa człowieka w administracji publicznej</w:t>
            </w:r>
            <w:r w:rsidR="007255F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5C6E" w:rsidRPr="009C54AE" w14:paraId="563089AC" w14:textId="77777777" w:rsidTr="00923D7D">
        <w:tc>
          <w:tcPr>
            <w:tcW w:w="9639" w:type="dxa"/>
          </w:tcPr>
          <w:p w14:paraId="213DAD5D" w14:textId="77777777" w:rsidR="00985C6E" w:rsidRPr="009C54AE" w:rsidRDefault="00985C6E" w:rsidP="00985C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Moralność jako przedmiot badań etyki</w:t>
            </w:r>
            <w:r w:rsidR="007255F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5C6E" w:rsidRPr="009C54AE" w14:paraId="6DDC9EE8" w14:textId="77777777" w:rsidTr="00923D7D">
        <w:tc>
          <w:tcPr>
            <w:tcW w:w="9639" w:type="dxa"/>
          </w:tcPr>
          <w:p w14:paraId="1F1E70DD" w14:textId="77777777" w:rsidR="00985C6E" w:rsidRPr="009C54AE" w:rsidRDefault="00985C6E" w:rsidP="00985C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Przepisy prawa regulujące etyczne postępowanie wśród pracowników administracji publicznej</w:t>
            </w:r>
            <w:r w:rsidR="007255F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5C6E" w:rsidRPr="009C54AE" w14:paraId="143F4D86" w14:textId="77777777" w:rsidTr="00923D7D">
        <w:tc>
          <w:tcPr>
            <w:tcW w:w="9639" w:type="dxa"/>
          </w:tcPr>
          <w:p w14:paraId="43C91534" w14:textId="77777777" w:rsidR="00985C6E" w:rsidRDefault="00985C6E" w:rsidP="00985C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nienormatywne będące podstawą etyki w administracji</w:t>
            </w:r>
            <w:r w:rsidR="007255F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5C6E" w:rsidRPr="009C54AE" w14:paraId="6C1D6053" w14:textId="77777777" w:rsidTr="00923D7D">
        <w:tc>
          <w:tcPr>
            <w:tcW w:w="9639" w:type="dxa"/>
          </w:tcPr>
          <w:p w14:paraId="5B8DDB27" w14:textId="77777777" w:rsidR="00985C6E" w:rsidRDefault="00985C6E" w:rsidP="00985C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Zagrożenia dla etyki i praw człowieka w administracji publicznej (korupcja, dyskryminacja,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  <w:r w:rsidR="007255F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E05455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4F8BB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3A5A8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AAEB28C" w14:textId="77777777" w:rsidR="007255F4" w:rsidRDefault="007255F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55E5118D" w14:textId="139DC79D" w:rsidR="0085747A" w:rsidRPr="00153C41" w:rsidRDefault="006E53F3" w:rsidP="007255F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A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4FDF42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FBF25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68D2D4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0EDAA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1E80F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C54AE" w14:paraId="162363B0" w14:textId="77777777" w:rsidTr="00C05F44">
        <w:tc>
          <w:tcPr>
            <w:tcW w:w="1985" w:type="dxa"/>
            <w:vAlign w:val="center"/>
          </w:tcPr>
          <w:p w14:paraId="2EA9022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4C4F33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2B3610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9E3C2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763D8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E36BFEE" w14:textId="77777777" w:rsidTr="00C05F44">
        <w:tc>
          <w:tcPr>
            <w:tcW w:w="1985" w:type="dxa"/>
          </w:tcPr>
          <w:p w14:paraId="66B407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391AB29" w14:textId="77777777" w:rsidR="0085747A" w:rsidRPr="007255F4" w:rsidRDefault="007255F4" w:rsidP="007255F4">
            <w:r>
              <w:t>Obserwacja w trakcie zajęć.</w:t>
            </w:r>
          </w:p>
        </w:tc>
        <w:tc>
          <w:tcPr>
            <w:tcW w:w="2126" w:type="dxa"/>
          </w:tcPr>
          <w:p w14:paraId="26600F46" w14:textId="77777777" w:rsidR="0085747A" w:rsidRPr="009C54AE" w:rsidRDefault="007255F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7255F4" w:rsidRPr="009C54AE" w14:paraId="56DD1B1C" w14:textId="77777777" w:rsidTr="00C05F44">
        <w:tc>
          <w:tcPr>
            <w:tcW w:w="1985" w:type="dxa"/>
          </w:tcPr>
          <w:p w14:paraId="256DDC96" w14:textId="77777777" w:rsidR="007255F4" w:rsidRPr="009C54AE" w:rsidRDefault="007255F4" w:rsidP="007255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2B43924" w14:textId="77777777" w:rsidR="007255F4" w:rsidRPr="007255F4" w:rsidRDefault="007255F4" w:rsidP="007255F4">
            <w:pPr>
              <w:rPr>
                <w:rFonts w:ascii="Corbel" w:hAnsi="Corbel"/>
              </w:rPr>
            </w:pPr>
            <w:r w:rsidRPr="007255F4">
              <w:rPr>
                <w:rFonts w:ascii="Corbel" w:hAnsi="Corbel"/>
              </w:rPr>
              <w:t>kolokwium</w:t>
            </w:r>
          </w:p>
        </w:tc>
        <w:tc>
          <w:tcPr>
            <w:tcW w:w="2126" w:type="dxa"/>
          </w:tcPr>
          <w:p w14:paraId="5700DAF7" w14:textId="77777777" w:rsidR="007255F4" w:rsidRPr="009C54AE" w:rsidRDefault="007255F4" w:rsidP="007255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7255F4" w:rsidRPr="009C54AE" w14:paraId="589D3FB5" w14:textId="77777777" w:rsidTr="00C05F44">
        <w:tc>
          <w:tcPr>
            <w:tcW w:w="1985" w:type="dxa"/>
          </w:tcPr>
          <w:p w14:paraId="7B65E8CB" w14:textId="77777777" w:rsidR="007255F4" w:rsidRPr="009C54AE" w:rsidRDefault="007255F4" w:rsidP="007255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FA0BBF8" w14:textId="77777777" w:rsidR="007255F4" w:rsidRPr="007255F4" w:rsidRDefault="007255F4" w:rsidP="007255F4">
            <w:pPr>
              <w:rPr>
                <w:rFonts w:ascii="Corbel" w:hAnsi="Corbel"/>
                <w:b/>
              </w:rPr>
            </w:pPr>
            <w:r w:rsidRPr="007255F4">
              <w:rPr>
                <w:rFonts w:ascii="Corbel" w:hAnsi="Corbel"/>
              </w:rPr>
              <w:t>projekt, referat</w:t>
            </w:r>
          </w:p>
        </w:tc>
        <w:tc>
          <w:tcPr>
            <w:tcW w:w="2126" w:type="dxa"/>
          </w:tcPr>
          <w:p w14:paraId="2457D543" w14:textId="77777777" w:rsidR="007255F4" w:rsidRPr="009C54AE" w:rsidRDefault="007255F4" w:rsidP="007255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7255F4" w:rsidRPr="009C54AE" w14:paraId="6871E150" w14:textId="77777777" w:rsidTr="00C05F44">
        <w:tc>
          <w:tcPr>
            <w:tcW w:w="1985" w:type="dxa"/>
          </w:tcPr>
          <w:p w14:paraId="23A1F0D3" w14:textId="77777777" w:rsidR="007255F4" w:rsidRPr="009C54AE" w:rsidRDefault="007255F4" w:rsidP="007255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6A0A1FA" w14:textId="77777777" w:rsidR="007255F4" w:rsidRPr="007255F4" w:rsidRDefault="007255F4" w:rsidP="007255F4">
            <w:pPr>
              <w:rPr>
                <w:rFonts w:ascii="Corbel" w:hAnsi="Corbel"/>
                <w:b/>
              </w:rPr>
            </w:pPr>
            <w:r w:rsidRPr="007255F4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</w:tcPr>
          <w:p w14:paraId="2B72A6B3" w14:textId="77777777" w:rsidR="007255F4" w:rsidRPr="009C54AE" w:rsidRDefault="007255F4" w:rsidP="007255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7255F4" w:rsidRPr="009C54AE" w14:paraId="07D28F1E" w14:textId="77777777" w:rsidTr="00C05F44">
        <w:tc>
          <w:tcPr>
            <w:tcW w:w="1985" w:type="dxa"/>
          </w:tcPr>
          <w:p w14:paraId="73DDB46B" w14:textId="77777777" w:rsidR="007255F4" w:rsidRPr="009C54AE" w:rsidRDefault="007255F4" w:rsidP="007255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B5F5E77" w14:textId="77777777" w:rsidR="007255F4" w:rsidRPr="007255F4" w:rsidRDefault="007255F4" w:rsidP="007255F4">
            <w:pPr>
              <w:rPr>
                <w:rFonts w:ascii="Corbel" w:hAnsi="Corbel"/>
                <w:b/>
              </w:rPr>
            </w:pPr>
            <w:r w:rsidRPr="007255F4">
              <w:rPr>
                <w:rFonts w:ascii="Corbel" w:hAnsi="Corbel"/>
              </w:rPr>
              <w:t>kolokwium</w:t>
            </w:r>
          </w:p>
        </w:tc>
        <w:tc>
          <w:tcPr>
            <w:tcW w:w="2126" w:type="dxa"/>
          </w:tcPr>
          <w:p w14:paraId="34B7BCCB" w14:textId="77777777" w:rsidR="007255F4" w:rsidRPr="009C54AE" w:rsidRDefault="007255F4" w:rsidP="007255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3C91D6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7AF34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D2ECD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EE5ADF" w14:textId="77777777" w:rsidTr="00923D7D">
        <w:tc>
          <w:tcPr>
            <w:tcW w:w="9670" w:type="dxa"/>
          </w:tcPr>
          <w:p w14:paraId="6ED4C0FB" w14:textId="77777777" w:rsidR="00923D7D" w:rsidRPr="009C54AE" w:rsidRDefault="007255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przedmiotu, jest aktywne uczestnictwo w zajęciach oraz uzyskanie pozytywnej oceny z testu pisemnego</w:t>
            </w:r>
          </w:p>
          <w:p w14:paraId="72FC44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20FE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C48E3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8FD9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7A31A8" w14:textId="77777777" w:rsidTr="003E1941">
        <w:tc>
          <w:tcPr>
            <w:tcW w:w="4962" w:type="dxa"/>
            <w:vAlign w:val="center"/>
          </w:tcPr>
          <w:p w14:paraId="199111B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D61FED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B67EBB7" w14:textId="77777777" w:rsidTr="00923D7D">
        <w:tc>
          <w:tcPr>
            <w:tcW w:w="4962" w:type="dxa"/>
          </w:tcPr>
          <w:p w14:paraId="61CFD2A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D1E5C0" w14:textId="77777777" w:rsidR="0085747A" w:rsidRPr="009C54AE" w:rsidRDefault="003840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E1F36C2" w14:textId="77777777" w:rsidTr="00923D7D">
        <w:tc>
          <w:tcPr>
            <w:tcW w:w="4962" w:type="dxa"/>
          </w:tcPr>
          <w:p w14:paraId="7CCA93C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946A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CF19D8" w14:textId="77777777" w:rsidR="00C61DC5" w:rsidRPr="009C54AE" w:rsidRDefault="003840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61DC5" w:rsidRPr="009C54AE" w14:paraId="42C7093F" w14:textId="77777777" w:rsidTr="00923D7D">
        <w:tc>
          <w:tcPr>
            <w:tcW w:w="4962" w:type="dxa"/>
          </w:tcPr>
          <w:p w14:paraId="7E847F4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C148A1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B03259E" w14:textId="77777777" w:rsidR="00C61DC5" w:rsidRPr="009C54AE" w:rsidRDefault="00725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57EAE9A" w14:textId="77777777" w:rsidTr="00923D7D">
        <w:tc>
          <w:tcPr>
            <w:tcW w:w="4962" w:type="dxa"/>
          </w:tcPr>
          <w:p w14:paraId="68BA909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4B22B0" w14:textId="77777777" w:rsidR="0085747A" w:rsidRPr="009C54AE" w:rsidRDefault="00725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2D6BF27" w14:textId="77777777" w:rsidTr="00923D7D">
        <w:tc>
          <w:tcPr>
            <w:tcW w:w="4962" w:type="dxa"/>
          </w:tcPr>
          <w:p w14:paraId="77FD1C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4193FA" w14:textId="77777777" w:rsidR="0085747A" w:rsidRPr="009C54AE" w:rsidRDefault="00725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70132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9AE2A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F52E2D" w14:textId="4003488A" w:rsidR="0085747A" w:rsidRPr="009C54AE" w:rsidRDefault="00D45C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F95F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45C7A" w:rsidRPr="009C54AE" w14:paraId="2FD9F195" w14:textId="77777777" w:rsidTr="0071620A">
        <w:trPr>
          <w:trHeight w:val="397"/>
        </w:trPr>
        <w:tc>
          <w:tcPr>
            <w:tcW w:w="3544" w:type="dxa"/>
          </w:tcPr>
          <w:p w14:paraId="52D43B1B" w14:textId="77777777" w:rsidR="00D45C7A" w:rsidRPr="009C54AE" w:rsidRDefault="00D45C7A" w:rsidP="00D45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2EC5732" w14:textId="268B54B7" w:rsidR="00D45C7A" w:rsidRPr="009C54AE" w:rsidRDefault="00D45C7A" w:rsidP="00D45C7A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7401D1">
              <w:t>Nie dotyczy</w:t>
            </w:r>
          </w:p>
        </w:tc>
      </w:tr>
      <w:tr w:rsidR="00D45C7A" w:rsidRPr="009C54AE" w14:paraId="2270CEC5" w14:textId="77777777" w:rsidTr="0071620A">
        <w:trPr>
          <w:trHeight w:val="397"/>
        </w:trPr>
        <w:tc>
          <w:tcPr>
            <w:tcW w:w="3544" w:type="dxa"/>
          </w:tcPr>
          <w:p w14:paraId="5715A17E" w14:textId="77777777" w:rsidR="00D45C7A" w:rsidRPr="009C54AE" w:rsidRDefault="00D45C7A" w:rsidP="00D45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3E139BC" w14:textId="39F5BD9B" w:rsidR="00D45C7A" w:rsidRPr="009C54AE" w:rsidRDefault="00D45C7A" w:rsidP="00D45C7A">
            <w:pPr>
              <w:rPr>
                <w:rFonts w:ascii="Corbel" w:hAnsi="Corbel"/>
                <w:b/>
                <w:smallCaps/>
                <w:szCs w:val="24"/>
              </w:rPr>
            </w:pPr>
            <w:r w:rsidRPr="007401D1">
              <w:t>Nie dotyczy</w:t>
            </w:r>
          </w:p>
        </w:tc>
      </w:tr>
    </w:tbl>
    <w:p w14:paraId="5CB91D9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0919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CDBA4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5A8710" w14:textId="77777777" w:rsidTr="0071620A">
        <w:trPr>
          <w:trHeight w:val="397"/>
        </w:trPr>
        <w:tc>
          <w:tcPr>
            <w:tcW w:w="7513" w:type="dxa"/>
          </w:tcPr>
          <w:p w14:paraId="2370E627" w14:textId="77777777" w:rsidR="0085747A" w:rsidRPr="00556264" w:rsidRDefault="0085747A" w:rsidP="0021533C">
            <w:pPr>
              <w:rPr>
                <w:b/>
                <w:smallCaps/>
                <w:sz w:val="24"/>
                <w:szCs w:val="24"/>
              </w:rPr>
            </w:pPr>
            <w:r w:rsidRPr="00556264">
              <w:rPr>
                <w:b/>
                <w:sz w:val="24"/>
                <w:szCs w:val="24"/>
              </w:rPr>
              <w:t>Literatura podstawowa:</w:t>
            </w:r>
          </w:p>
          <w:p w14:paraId="3D3A3944" w14:textId="77777777" w:rsidR="007255F4" w:rsidRPr="0021533C" w:rsidRDefault="007255F4" w:rsidP="0021533C">
            <w:pPr>
              <w:rPr>
                <w:sz w:val="24"/>
                <w:szCs w:val="24"/>
              </w:rPr>
            </w:pPr>
            <w:r w:rsidRPr="0021533C">
              <w:rPr>
                <w:sz w:val="24"/>
                <w:szCs w:val="24"/>
              </w:rPr>
              <w:t xml:space="preserve">Brzozowski W., </w:t>
            </w:r>
            <w:proofErr w:type="spellStart"/>
            <w:r w:rsidRPr="0021533C">
              <w:rPr>
                <w:sz w:val="24"/>
                <w:szCs w:val="24"/>
              </w:rPr>
              <w:t>Krzywoń</w:t>
            </w:r>
            <w:proofErr w:type="spellEnd"/>
            <w:r w:rsidRPr="0021533C">
              <w:rPr>
                <w:sz w:val="24"/>
                <w:szCs w:val="24"/>
              </w:rPr>
              <w:t xml:space="preserve"> A., </w:t>
            </w:r>
            <w:r w:rsidRPr="0021533C">
              <w:rPr>
                <w:i/>
                <w:sz w:val="24"/>
                <w:szCs w:val="24"/>
              </w:rPr>
              <w:t xml:space="preserve">Wiącek M., Prawa człowieka, </w:t>
            </w:r>
            <w:r w:rsidRPr="0021533C">
              <w:rPr>
                <w:sz w:val="24"/>
                <w:szCs w:val="24"/>
              </w:rPr>
              <w:t>Warszawa 2018.</w:t>
            </w:r>
          </w:p>
          <w:p w14:paraId="7DB3AA09" w14:textId="77777777" w:rsidR="007255F4" w:rsidRPr="0021533C" w:rsidRDefault="007255F4" w:rsidP="0021533C">
            <w:pPr>
              <w:rPr>
                <w:sz w:val="24"/>
                <w:szCs w:val="24"/>
              </w:rPr>
            </w:pPr>
            <w:r w:rsidRPr="0021533C">
              <w:rPr>
                <w:color w:val="000000"/>
                <w:spacing w:val="-4"/>
                <w:sz w:val="24"/>
                <w:szCs w:val="24"/>
              </w:rPr>
              <w:t xml:space="preserve">Koba L., Wacławczyk W. (red.), </w:t>
            </w:r>
            <w:r w:rsidRPr="0021533C">
              <w:rPr>
                <w:i/>
                <w:color w:val="000000"/>
                <w:spacing w:val="-4"/>
                <w:sz w:val="24"/>
                <w:szCs w:val="24"/>
              </w:rPr>
              <w:t>Prawa człowieka. wybrane zagadnienia i problemy</w:t>
            </w:r>
            <w:r w:rsidRPr="0021533C">
              <w:rPr>
                <w:color w:val="000000"/>
                <w:spacing w:val="-4"/>
                <w:sz w:val="24"/>
                <w:szCs w:val="24"/>
              </w:rPr>
              <w:t>, Warszawa 2009.</w:t>
            </w:r>
          </w:p>
          <w:p w14:paraId="3B23D977" w14:textId="2377C77D" w:rsidR="007255F4" w:rsidRPr="00D45C7A" w:rsidRDefault="007255F4" w:rsidP="00D45C7A">
            <w:pPr>
              <w:rPr>
                <w:color w:val="000000"/>
                <w:spacing w:val="-4"/>
                <w:sz w:val="24"/>
                <w:szCs w:val="24"/>
              </w:rPr>
            </w:pPr>
            <w:r w:rsidRPr="0021533C">
              <w:rPr>
                <w:color w:val="000000"/>
                <w:spacing w:val="-4"/>
                <w:sz w:val="24"/>
                <w:szCs w:val="24"/>
              </w:rPr>
              <w:t xml:space="preserve">Bogucka I., Pietrzykowski T., </w:t>
            </w:r>
            <w:r w:rsidRPr="0021533C">
              <w:rPr>
                <w:i/>
                <w:color w:val="000000"/>
                <w:spacing w:val="-4"/>
                <w:sz w:val="24"/>
                <w:szCs w:val="24"/>
              </w:rPr>
              <w:t>Etyka w administracji publicznej</w:t>
            </w:r>
            <w:r w:rsidRPr="0021533C">
              <w:rPr>
                <w:color w:val="000000"/>
                <w:spacing w:val="-4"/>
                <w:sz w:val="24"/>
                <w:szCs w:val="24"/>
              </w:rPr>
              <w:t>, Warszawa 2015.</w:t>
            </w:r>
          </w:p>
        </w:tc>
      </w:tr>
      <w:tr w:rsidR="0085747A" w:rsidRPr="009C54AE" w14:paraId="055BE5EE" w14:textId="77777777" w:rsidTr="0021533C">
        <w:trPr>
          <w:trHeight w:val="3031"/>
        </w:trPr>
        <w:tc>
          <w:tcPr>
            <w:tcW w:w="7513" w:type="dxa"/>
          </w:tcPr>
          <w:p w14:paraId="50FC730A" w14:textId="77777777" w:rsidR="0085747A" w:rsidRPr="00556264" w:rsidRDefault="0085747A" w:rsidP="0021533C">
            <w:pPr>
              <w:rPr>
                <w:b/>
                <w:smallCaps/>
                <w:sz w:val="24"/>
              </w:rPr>
            </w:pPr>
            <w:r w:rsidRPr="00556264">
              <w:rPr>
                <w:b/>
                <w:sz w:val="24"/>
              </w:rPr>
              <w:t xml:space="preserve">Literatura uzupełniająca: </w:t>
            </w:r>
          </w:p>
          <w:p w14:paraId="7FD614A1" w14:textId="6DAD08BF" w:rsidR="0021533C" w:rsidRPr="0021533C" w:rsidRDefault="0021533C" w:rsidP="0021533C">
            <w:pPr>
              <w:rPr>
                <w:color w:val="000000"/>
                <w:sz w:val="24"/>
              </w:rPr>
            </w:pPr>
            <w:r w:rsidRPr="0021533C">
              <w:rPr>
                <w:color w:val="000000"/>
                <w:sz w:val="24"/>
              </w:rPr>
              <w:t xml:space="preserve">Sroka R., </w:t>
            </w:r>
            <w:r w:rsidRPr="0021533C">
              <w:rPr>
                <w:i/>
                <w:color w:val="000000"/>
                <w:sz w:val="24"/>
              </w:rPr>
              <w:t>Etyka i prawa człowieka w biznesie: w poszukiwaniu metody</w:t>
            </w:r>
            <w:r w:rsidRPr="0021533C">
              <w:rPr>
                <w:color w:val="000000"/>
                <w:sz w:val="24"/>
              </w:rPr>
              <w:t>, Warszawa 2016.</w:t>
            </w:r>
          </w:p>
          <w:p w14:paraId="52E26810" w14:textId="200B5448" w:rsidR="0021533C" w:rsidRPr="0021533C" w:rsidRDefault="0021533C" w:rsidP="0021533C">
            <w:pPr>
              <w:rPr>
                <w:color w:val="000000"/>
                <w:sz w:val="24"/>
              </w:rPr>
            </w:pPr>
            <w:r w:rsidRPr="0021533C">
              <w:rPr>
                <w:color w:val="000000"/>
                <w:sz w:val="24"/>
              </w:rPr>
              <w:t xml:space="preserve">Kalisz N., </w:t>
            </w:r>
            <w:r w:rsidRPr="0021533C">
              <w:rPr>
                <w:i/>
                <w:color w:val="000000"/>
                <w:sz w:val="24"/>
              </w:rPr>
              <w:t>Prawa człowieka: współczesne zjawiska, wyzwania, zagrożenia</w:t>
            </w:r>
            <w:r w:rsidRPr="0021533C">
              <w:rPr>
                <w:color w:val="000000"/>
                <w:sz w:val="24"/>
              </w:rPr>
              <w:t>. t. 2, Sosnowiec 2015.</w:t>
            </w:r>
          </w:p>
          <w:p w14:paraId="52BF0627" w14:textId="77777777" w:rsidR="007255F4" w:rsidRPr="009C54AE" w:rsidRDefault="0021533C" w:rsidP="0021533C">
            <w:pPr>
              <w:rPr>
                <w:b/>
                <w:i/>
                <w:smallCaps/>
                <w:color w:val="000000"/>
              </w:rPr>
            </w:pPr>
            <w:r w:rsidRPr="0021533C">
              <w:rPr>
                <w:color w:val="000000"/>
                <w:sz w:val="24"/>
              </w:rPr>
              <w:t xml:space="preserve">Hołda J., Hołda Z., Ostrowska D., Rybczyńska Julita A., </w:t>
            </w:r>
            <w:r w:rsidRPr="0021533C">
              <w:rPr>
                <w:i/>
                <w:color w:val="000000"/>
                <w:sz w:val="24"/>
              </w:rPr>
              <w:t>Prawa człowieka. Zarys wykładu</w:t>
            </w:r>
            <w:r w:rsidRPr="0021533C">
              <w:rPr>
                <w:color w:val="000000"/>
                <w:sz w:val="24"/>
              </w:rPr>
              <w:t>, Warszawa 2014.</w:t>
            </w:r>
          </w:p>
        </w:tc>
      </w:tr>
    </w:tbl>
    <w:p w14:paraId="3190942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195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2CEBA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17CBA" w14:textId="77777777" w:rsidR="00FD588B" w:rsidRDefault="00FD588B" w:rsidP="00C16ABF">
      <w:pPr>
        <w:spacing w:after="0" w:line="240" w:lineRule="auto"/>
      </w:pPr>
      <w:r>
        <w:separator/>
      </w:r>
    </w:p>
  </w:endnote>
  <w:endnote w:type="continuationSeparator" w:id="0">
    <w:p w14:paraId="5D03325C" w14:textId="77777777" w:rsidR="00FD588B" w:rsidRDefault="00FD58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189BD" w14:textId="77777777" w:rsidR="00FD588B" w:rsidRDefault="00FD588B" w:rsidP="00C16ABF">
      <w:pPr>
        <w:spacing w:after="0" w:line="240" w:lineRule="auto"/>
      </w:pPr>
      <w:r>
        <w:separator/>
      </w:r>
    </w:p>
  </w:footnote>
  <w:footnote w:type="continuationSeparator" w:id="0">
    <w:p w14:paraId="42BE0444" w14:textId="77777777" w:rsidR="00FD588B" w:rsidRDefault="00FD588B" w:rsidP="00C16ABF">
      <w:pPr>
        <w:spacing w:after="0" w:line="240" w:lineRule="auto"/>
      </w:pPr>
      <w:r>
        <w:continuationSeparator/>
      </w:r>
    </w:p>
  </w:footnote>
  <w:footnote w:id="1">
    <w:p w14:paraId="774CA2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81A63"/>
    <w:multiLevelType w:val="hybridMultilevel"/>
    <w:tmpl w:val="F7147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445221">
    <w:abstractNumId w:val="0"/>
  </w:num>
  <w:num w:numId="2" w16cid:durableId="182203596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220"/>
    <w:rsid w:val="00124BFF"/>
    <w:rsid w:val="0012560E"/>
    <w:rsid w:val="00127108"/>
    <w:rsid w:val="00134B13"/>
    <w:rsid w:val="0014178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1533C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3EC"/>
    <w:rsid w:val="003151C5"/>
    <w:rsid w:val="003343CF"/>
    <w:rsid w:val="00346FE9"/>
    <w:rsid w:val="0034759A"/>
    <w:rsid w:val="003503F6"/>
    <w:rsid w:val="003530DD"/>
    <w:rsid w:val="00363F78"/>
    <w:rsid w:val="003840D6"/>
    <w:rsid w:val="003A0A5B"/>
    <w:rsid w:val="003A1176"/>
    <w:rsid w:val="003A17F8"/>
    <w:rsid w:val="003C0BAE"/>
    <w:rsid w:val="003D18A9"/>
    <w:rsid w:val="003D6CE2"/>
    <w:rsid w:val="003E1941"/>
    <w:rsid w:val="003E2FE6"/>
    <w:rsid w:val="003E49D5"/>
    <w:rsid w:val="003F205D"/>
    <w:rsid w:val="003F38C0"/>
    <w:rsid w:val="003F76E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264"/>
    <w:rsid w:val="0056696D"/>
    <w:rsid w:val="0059484D"/>
    <w:rsid w:val="005A0855"/>
    <w:rsid w:val="005A3196"/>
    <w:rsid w:val="005C080F"/>
    <w:rsid w:val="005C0B76"/>
    <w:rsid w:val="005C55E5"/>
    <w:rsid w:val="005C696A"/>
    <w:rsid w:val="005E6E85"/>
    <w:rsid w:val="005F31D2"/>
    <w:rsid w:val="005F41FF"/>
    <w:rsid w:val="0061029B"/>
    <w:rsid w:val="00617230"/>
    <w:rsid w:val="00621CE1"/>
    <w:rsid w:val="00627FC9"/>
    <w:rsid w:val="006322EB"/>
    <w:rsid w:val="0064674A"/>
    <w:rsid w:val="00646919"/>
    <w:rsid w:val="00647FA8"/>
    <w:rsid w:val="00650408"/>
    <w:rsid w:val="00650C5F"/>
    <w:rsid w:val="00654934"/>
    <w:rsid w:val="006620D9"/>
    <w:rsid w:val="00671958"/>
    <w:rsid w:val="00675843"/>
    <w:rsid w:val="006913B5"/>
    <w:rsid w:val="00696477"/>
    <w:rsid w:val="006D050F"/>
    <w:rsid w:val="006D6139"/>
    <w:rsid w:val="006E53F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5F4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77C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45CA"/>
    <w:rsid w:val="008C5147"/>
    <w:rsid w:val="008C5359"/>
    <w:rsid w:val="008C5363"/>
    <w:rsid w:val="008D3DFB"/>
    <w:rsid w:val="008E2C6A"/>
    <w:rsid w:val="008E64F4"/>
    <w:rsid w:val="008F12C9"/>
    <w:rsid w:val="008F6E29"/>
    <w:rsid w:val="00916188"/>
    <w:rsid w:val="00923D7D"/>
    <w:rsid w:val="009508DF"/>
    <w:rsid w:val="00950DAC"/>
    <w:rsid w:val="00954A07"/>
    <w:rsid w:val="00985C6E"/>
    <w:rsid w:val="00997F14"/>
    <w:rsid w:val="009A6D57"/>
    <w:rsid w:val="009A6EAB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7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D7D77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C7A"/>
    <w:rsid w:val="00D52F98"/>
    <w:rsid w:val="00D552B2"/>
    <w:rsid w:val="00D608D1"/>
    <w:rsid w:val="00D74119"/>
    <w:rsid w:val="00D7579C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A9D"/>
    <w:rsid w:val="00E51E44"/>
    <w:rsid w:val="00E63348"/>
    <w:rsid w:val="00E742AA"/>
    <w:rsid w:val="00E77004"/>
    <w:rsid w:val="00E77E88"/>
    <w:rsid w:val="00E8107D"/>
    <w:rsid w:val="00E960BB"/>
    <w:rsid w:val="00EA2074"/>
    <w:rsid w:val="00EA4832"/>
    <w:rsid w:val="00EA4E9D"/>
    <w:rsid w:val="00EC064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0F2"/>
    <w:rsid w:val="00F974DA"/>
    <w:rsid w:val="00FA46E5"/>
    <w:rsid w:val="00FB3F6C"/>
    <w:rsid w:val="00FB701C"/>
    <w:rsid w:val="00FB7DBA"/>
    <w:rsid w:val="00FC1C25"/>
    <w:rsid w:val="00FC3F45"/>
    <w:rsid w:val="00FD503F"/>
    <w:rsid w:val="00FD588B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E6AC8"/>
  <w15:docId w15:val="{B564D669-56D0-429E-9363-AC20593CA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55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255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255F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55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255F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255F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76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76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76E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76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76E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6BE567F-0E75-43F1-AED8-2690B72A3C3E}">
  <we:reference id="wa104099688" version="1.3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F1F17-5C72-4E23-8C0C-18BC82826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755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Grzegorz Pawlikowski</cp:lastModifiedBy>
  <cp:revision>11</cp:revision>
  <cp:lastPrinted>2019-02-06T12:12:00Z</cp:lastPrinted>
  <dcterms:created xsi:type="dcterms:W3CDTF">2020-12-04T07:41:00Z</dcterms:created>
  <dcterms:modified xsi:type="dcterms:W3CDTF">2024-01-17T09:55:00Z</dcterms:modified>
</cp:coreProperties>
</file>